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4A7" w:rsidRPr="00EF4406" w:rsidRDefault="006044A7" w:rsidP="00873F22">
      <w:pPr>
        <w:rPr>
          <w:b/>
          <w:caps/>
          <w:color w:val="000000" w:themeColor="text1"/>
          <w:lang w:val="ro-RO"/>
        </w:rPr>
      </w:pPr>
      <w:bookmarkStart w:id="0" w:name="_Hlk530943732"/>
      <w:bookmarkStart w:id="1" w:name="_GoBack"/>
      <w:bookmarkEnd w:id="1"/>
      <w:r w:rsidRPr="00EF4406">
        <w:rPr>
          <w:b/>
          <w:color w:val="000000" w:themeColor="text1"/>
          <w:lang w:val="ro-RO"/>
        </w:rPr>
        <w:t xml:space="preserve">ANEXA 8: Domeniul </w:t>
      </w:r>
      <w:r w:rsidRPr="00EF4406">
        <w:rPr>
          <w:b/>
          <w:caps/>
          <w:color w:val="000000" w:themeColor="text1"/>
          <w:lang w:val="ro-RO"/>
        </w:rPr>
        <w:t>ProtecŢia mediului</w:t>
      </w:r>
      <w:bookmarkEnd w:id="0"/>
    </w:p>
    <w:p w:rsidR="00B935B7" w:rsidRPr="00EF4406" w:rsidRDefault="00B935B7" w:rsidP="00873F22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9"/>
        <w:gridCol w:w="1226"/>
        <w:gridCol w:w="1985"/>
        <w:gridCol w:w="4110"/>
        <w:gridCol w:w="562"/>
      </w:tblGrid>
      <w:tr w:rsidR="00EF4406" w:rsidRPr="00EF4406" w:rsidTr="00B935B7">
        <w:trPr>
          <w:trHeight w:val="20"/>
          <w:tblHeader/>
        </w:trPr>
        <w:tc>
          <w:tcPr>
            <w:tcW w:w="1179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26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985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110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B935B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EF4406" w:rsidRPr="00EF4406" w:rsidTr="00B935B7">
        <w:trPr>
          <w:trHeight w:val="20"/>
          <w:tblHeader/>
        </w:trPr>
        <w:tc>
          <w:tcPr>
            <w:tcW w:w="1179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226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8. Protecția mediului</w:t>
            </w:r>
          </w:p>
        </w:tc>
        <w:tc>
          <w:tcPr>
            <w:tcW w:w="1985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8. Protecția mediului</w:t>
            </w:r>
          </w:p>
        </w:tc>
        <w:tc>
          <w:tcPr>
            <w:tcW w:w="4110" w:type="dxa"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873F22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EF4406">
              <w:rPr>
                <w:b/>
                <w:color w:val="000000" w:themeColor="text1"/>
                <w:lang w:val="ro-RO"/>
              </w:rPr>
              <w:t>ANEXA 8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:rsidR="00EB1B85" w:rsidRPr="00EF4406" w:rsidRDefault="00EB1B85" w:rsidP="00B935B7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EF4406" w:rsidRPr="00EF4406" w:rsidTr="00B935B7">
        <w:trPr>
          <w:trHeight w:val="20"/>
        </w:trPr>
        <w:tc>
          <w:tcPr>
            <w:tcW w:w="1179" w:type="dxa"/>
            <w:vMerge w:val="restart"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 w:val="restart"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985" w:type="dxa"/>
            <w:vMerge w:val="restart"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110" w:type="dxa"/>
            <w:hideMark/>
          </w:tcPr>
          <w:p w:rsidR="002609A6" w:rsidRPr="00EF4406" w:rsidRDefault="00EF4406" w:rsidP="00873F22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Analiza biologică și microbiologică a resurselor naturale</w:t>
            </w:r>
          </w:p>
        </w:tc>
        <w:tc>
          <w:tcPr>
            <w:tcW w:w="562" w:type="dxa"/>
            <w:hideMark/>
          </w:tcPr>
          <w:p w:rsidR="002609A6" w:rsidRPr="00EF4406" w:rsidRDefault="002609A6" w:rsidP="00B935B7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</w:t>
            </w:r>
          </w:p>
        </w:tc>
      </w:tr>
      <w:tr w:rsidR="00EF4406" w:rsidRPr="00EF4406" w:rsidTr="00B935B7">
        <w:trPr>
          <w:trHeight w:val="20"/>
        </w:trPr>
        <w:tc>
          <w:tcPr>
            <w:tcW w:w="1179" w:type="dxa"/>
            <w:vMerge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  <w:hideMark/>
          </w:tcPr>
          <w:p w:rsidR="002609A6" w:rsidRPr="00EF4406" w:rsidRDefault="00EF4406" w:rsidP="00873F22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Analiza chimică calitativă și cantitativă</w:t>
            </w:r>
          </w:p>
        </w:tc>
        <w:tc>
          <w:tcPr>
            <w:tcW w:w="562" w:type="dxa"/>
            <w:hideMark/>
          </w:tcPr>
          <w:p w:rsidR="002609A6" w:rsidRPr="00EF4406" w:rsidRDefault="002609A6" w:rsidP="00B935B7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</w:t>
            </w:r>
          </w:p>
        </w:tc>
      </w:tr>
      <w:tr w:rsidR="00EF4406" w:rsidRPr="00EF4406" w:rsidTr="00B935B7">
        <w:trPr>
          <w:trHeight w:val="20"/>
        </w:trPr>
        <w:tc>
          <w:tcPr>
            <w:tcW w:w="1179" w:type="dxa"/>
            <w:vMerge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2609A6" w:rsidRPr="00EF4406" w:rsidRDefault="002609A6" w:rsidP="00873F2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  <w:hideMark/>
          </w:tcPr>
          <w:p w:rsidR="002609A6" w:rsidRPr="00EF4406" w:rsidRDefault="00EF4406" w:rsidP="00873F22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Analiza instrumentală</w:t>
            </w:r>
          </w:p>
        </w:tc>
        <w:tc>
          <w:tcPr>
            <w:tcW w:w="562" w:type="dxa"/>
            <w:hideMark/>
          </w:tcPr>
          <w:p w:rsidR="002609A6" w:rsidRPr="00EF4406" w:rsidRDefault="002609A6" w:rsidP="00B935B7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3</w:t>
            </w:r>
          </w:p>
        </w:tc>
      </w:tr>
      <w:tr w:rsidR="009524B9" w:rsidRPr="00EF4406" w:rsidTr="00B935B7">
        <w:trPr>
          <w:trHeight w:val="20"/>
        </w:trPr>
        <w:tc>
          <w:tcPr>
            <w:tcW w:w="1179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CDL - clasa a XI-a</w:t>
            </w:r>
          </w:p>
        </w:tc>
        <w:tc>
          <w:tcPr>
            <w:tcW w:w="562" w:type="dxa"/>
            <w:hideMark/>
          </w:tcPr>
          <w:p w:rsidR="009524B9" w:rsidRPr="00EF4406" w:rsidRDefault="009524B9" w:rsidP="009524B9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4</w:t>
            </w:r>
          </w:p>
        </w:tc>
      </w:tr>
      <w:tr w:rsidR="009524B9" w:rsidRPr="00EF4406" w:rsidTr="009524B9">
        <w:trPr>
          <w:trHeight w:val="20"/>
        </w:trPr>
        <w:tc>
          <w:tcPr>
            <w:tcW w:w="1179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CDL - clasa a XII-a</w:t>
            </w:r>
          </w:p>
        </w:tc>
        <w:tc>
          <w:tcPr>
            <w:tcW w:w="562" w:type="dxa"/>
            <w:hideMark/>
          </w:tcPr>
          <w:p w:rsidR="009524B9" w:rsidRPr="00EF4406" w:rsidRDefault="009524B9" w:rsidP="009524B9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5</w:t>
            </w:r>
          </w:p>
        </w:tc>
      </w:tr>
      <w:tr w:rsidR="009524B9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Colectarea datelor hidrologice</w:t>
            </w:r>
          </w:p>
        </w:tc>
        <w:tc>
          <w:tcPr>
            <w:tcW w:w="562" w:type="dxa"/>
            <w:hideMark/>
          </w:tcPr>
          <w:p w:rsidR="009524B9" w:rsidRPr="00EF4406" w:rsidRDefault="009524B9" w:rsidP="009524B9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6</w:t>
            </w:r>
          </w:p>
        </w:tc>
      </w:tr>
      <w:tr w:rsidR="009524B9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Colectarea datelor meteorologice</w:t>
            </w:r>
          </w:p>
        </w:tc>
        <w:tc>
          <w:tcPr>
            <w:tcW w:w="562" w:type="dxa"/>
            <w:hideMark/>
          </w:tcPr>
          <w:p w:rsidR="009524B9" w:rsidRPr="00EF4406" w:rsidRDefault="009524B9" w:rsidP="009524B9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7</w:t>
            </w:r>
          </w:p>
        </w:tc>
      </w:tr>
      <w:tr w:rsidR="009524B9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Conservarea biodiversității</w:t>
            </w:r>
          </w:p>
        </w:tc>
        <w:tc>
          <w:tcPr>
            <w:tcW w:w="562" w:type="dxa"/>
            <w:hideMark/>
          </w:tcPr>
          <w:p w:rsidR="009524B9" w:rsidRPr="00EF4406" w:rsidRDefault="009524B9" w:rsidP="009524B9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8</w:t>
            </w:r>
          </w:p>
        </w:tc>
      </w:tr>
      <w:tr w:rsidR="009524B9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Ecologie generală</w:t>
            </w:r>
          </w:p>
        </w:tc>
        <w:tc>
          <w:tcPr>
            <w:tcW w:w="562" w:type="dxa"/>
            <w:hideMark/>
          </w:tcPr>
          <w:p w:rsidR="009524B9" w:rsidRPr="00EF4406" w:rsidRDefault="009524B9" w:rsidP="009524B9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9</w:t>
            </w:r>
          </w:p>
        </w:tc>
      </w:tr>
      <w:tr w:rsidR="009524B9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9524B9" w:rsidRPr="00EF4406" w:rsidRDefault="009524B9" w:rsidP="009524B9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Elemente de gospodărire a apelor</w:t>
            </w:r>
          </w:p>
        </w:tc>
        <w:tc>
          <w:tcPr>
            <w:tcW w:w="562" w:type="dxa"/>
            <w:hideMark/>
          </w:tcPr>
          <w:p w:rsidR="009524B9" w:rsidRPr="00EF4406" w:rsidRDefault="009524B9" w:rsidP="009524B9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10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Fenomene hidro-meteo extreme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11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Gestionarea deșeurilor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12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Hidrografie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13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Măsurarea mărimilor tehnice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14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Metode de prognoză hidrologică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15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Metode practice de investigare a ecosistemelor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16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Monitorizarea calității aerului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17</w:t>
            </w:r>
          </w:p>
        </w:tc>
      </w:tr>
      <w:tr w:rsidR="00437A7F" w:rsidRPr="00EF4406" w:rsidTr="009524B9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Monitorizarea calității apei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18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Monitorizarea calității solului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19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Operații de bază în laborator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20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Organizarea rețelelor hidrologice și meteorologice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21</w:t>
            </w:r>
          </w:p>
        </w:tc>
      </w:tr>
      <w:tr w:rsidR="00437A7F" w:rsidRPr="00EF4406" w:rsidTr="009524B9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Poluarea și protecția mediului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22</w:t>
            </w:r>
          </w:p>
        </w:tc>
      </w:tr>
      <w:tr w:rsidR="00437A7F" w:rsidRPr="00EF4406" w:rsidTr="009524B9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Prelucrarea primară a datelor hidrologice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23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Prelucrarea primară a datelor meteorologice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24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Reprezentarea parametrilor hidrologici și meteorologici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25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Stagii de pregătire practică – Curriculum în dezvoltare locală – clasa a IX-a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26</w:t>
            </w:r>
          </w:p>
        </w:tc>
      </w:tr>
      <w:tr w:rsidR="00437A7F" w:rsidRPr="00EF4406" w:rsidTr="00EF4406">
        <w:trPr>
          <w:trHeight w:val="20"/>
        </w:trPr>
        <w:tc>
          <w:tcPr>
            <w:tcW w:w="1179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26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:rsidR="00437A7F" w:rsidRPr="00EF4406" w:rsidRDefault="00437A7F" w:rsidP="00437A7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10" w:type="dxa"/>
          </w:tcPr>
          <w:p w:rsidR="00437A7F" w:rsidRPr="009524B9" w:rsidRDefault="00437A7F" w:rsidP="00437A7F">
            <w:pPr>
              <w:rPr>
                <w:color w:val="000000" w:themeColor="text1"/>
                <w:lang w:val="ro-RO"/>
              </w:rPr>
            </w:pPr>
            <w:r w:rsidRPr="009524B9">
              <w:rPr>
                <w:color w:val="000000" w:themeColor="text1"/>
                <w:lang w:val="ro-RO"/>
              </w:rPr>
              <w:t>Stagii de pregătire practică – Curriculum în dezvoltare locală – clasa a X-a</w:t>
            </w:r>
          </w:p>
        </w:tc>
        <w:tc>
          <w:tcPr>
            <w:tcW w:w="562" w:type="dxa"/>
            <w:hideMark/>
          </w:tcPr>
          <w:p w:rsidR="00437A7F" w:rsidRPr="00EF4406" w:rsidRDefault="00437A7F" w:rsidP="00437A7F">
            <w:pPr>
              <w:jc w:val="center"/>
              <w:rPr>
                <w:color w:val="000000" w:themeColor="text1"/>
                <w:lang w:val="ro-RO"/>
              </w:rPr>
            </w:pPr>
            <w:r w:rsidRPr="00EF4406">
              <w:rPr>
                <w:color w:val="000000" w:themeColor="text1"/>
                <w:lang w:val="ro-RO"/>
              </w:rPr>
              <w:t>27</w:t>
            </w:r>
          </w:p>
        </w:tc>
      </w:tr>
    </w:tbl>
    <w:p w:rsidR="00437A7F" w:rsidRDefault="00437A7F"/>
    <w:p w:rsidR="000B3D7E" w:rsidRPr="00EF4406" w:rsidRDefault="000B3D7E" w:rsidP="00873F22">
      <w:pPr>
        <w:rPr>
          <w:color w:val="000000" w:themeColor="text1"/>
          <w:lang w:val="ro-RO"/>
        </w:rPr>
      </w:pPr>
    </w:p>
    <w:p w:rsidR="000B3D7E" w:rsidRPr="00EF4406" w:rsidRDefault="000B3D7E" w:rsidP="00873F22">
      <w:pPr>
        <w:rPr>
          <w:color w:val="000000" w:themeColor="text1"/>
          <w:lang w:val="ro-RO"/>
        </w:rPr>
      </w:pPr>
    </w:p>
    <w:sectPr w:rsidR="000B3D7E" w:rsidRPr="00EF4406" w:rsidSect="00137DC5">
      <w:footerReference w:type="default" r:id="rId8"/>
      <w:pgSz w:w="11906" w:h="16838"/>
      <w:pgMar w:top="1417" w:right="1417" w:bottom="1417" w:left="1417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8A2" w:rsidRDefault="00FB78A2" w:rsidP="006044A7">
      <w:r>
        <w:separator/>
      </w:r>
    </w:p>
  </w:endnote>
  <w:endnote w:type="continuationSeparator" w:id="0">
    <w:p w:rsidR="00FB78A2" w:rsidRDefault="00FB78A2" w:rsidP="0060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7420997"/>
      <w:docPartObj>
        <w:docPartGallery w:val="Page Numbers (Bottom of Page)"/>
        <w:docPartUnique/>
      </w:docPartObj>
    </w:sdtPr>
    <w:sdtEndPr/>
    <w:sdtContent>
      <w:p w:rsidR="006044A7" w:rsidRDefault="00D34D03">
        <w:pPr>
          <w:pStyle w:val="Footer"/>
          <w:jc w:val="center"/>
        </w:pPr>
        <w:r>
          <w:fldChar w:fldCharType="begin"/>
        </w:r>
        <w:r w:rsidR="006044A7">
          <w:instrText>PAGE   \* MERGEFORMAT</w:instrText>
        </w:r>
        <w:r>
          <w:fldChar w:fldCharType="separate"/>
        </w:r>
        <w:r w:rsidR="00FB78A2" w:rsidRPr="00FB78A2">
          <w:rPr>
            <w:noProof/>
            <w:lang w:val="ro-RO"/>
          </w:rPr>
          <w:t>153</w:t>
        </w:r>
        <w:r>
          <w:fldChar w:fldCharType="end"/>
        </w:r>
      </w:p>
    </w:sdtContent>
  </w:sdt>
  <w:p w:rsidR="006044A7" w:rsidRDefault="006044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8A2" w:rsidRDefault="00FB78A2" w:rsidP="006044A7">
      <w:r>
        <w:separator/>
      </w:r>
    </w:p>
  </w:footnote>
  <w:footnote w:type="continuationSeparator" w:id="0">
    <w:p w:rsidR="00FB78A2" w:rsidRDefault="00FB78A2" w:rsidP="00604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B2640"/>
    <w:multiLevelType w:val="hybridMultilevel"/>
    <w:tmpl w:val="6D1C4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B0425"/>
    <w:multiLevelType w:val="hybridMultilevel"/>
    <w:tmpl w:val="7D4A173C"/>
    <w:lvl w:ilvl="0" w:tplc="0966E2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A55"/>
    <w:rsid w:val="000B3D7E"/>
    <w:rsid w:val="00137DC5"/>
    <w:rsid w:val="001F3DB2"/>
    <w:rsid w:val="002609A6"/>
    <w:rsid w:val="0029291C"/>
    <w:rsid w:val="003B4859"/>
    <w:rsid w:val="004366C4"/>
    <w:rsid w:val="00437A7F"/>
    <w:rsid w:val="00486425"/>
    <w:rsid w:val="005142F6"/>
    <w:rsid w:val="006044A7"/>
    <w:rsid w:val="00662703"/>
    <w:rsid w:val="006908D0"/>
    <w:rsid w:val="007431F1"/>
    <w:rsid w:val="00873E2B"/>
    <w:rsid w:val="00873F22"/>
    <w:rsid w:val="008B69F1"/>
    <w:rsid w:val="009524B9"/>
    <w:rsid w:val="0097275F"/>
    <w:rsid w:val="00AC0DC0"/>
    <w:rsid w:val="00B3521E"/>
    <w:rsid w:val="00B935B7"/>
    <w:rsid w:val="00D24A0F"/>
    <w:rsid w:val="00D34D03"/>
    <w:rsid w:val="00DB1C73"/>
    <w:rsid w:val="00E31868"/>
    <w:rsid w:val="00EA375A"/>
    <w:rsid w:val="00EB1B85"/>
    <w:rsid w:val="00EF4406"/>
    <w:rsid w:val="00F94A55"/>
    <w:rsid w:val="00FB78A2"/>
    <w:rsid w:val="00FF6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C39C8-89AF-4C9D-9151-1CF57A6E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4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4A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044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4A7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60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5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0ADB7EF-7FFE-47AA-8E73-F694662A81A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54</TotalTime>
  <Pages>1</Pages>
  <Words>200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17</cp:revision>
  <dcterms:created xsi:type="dcterms:W3CDTF">2018-11-14T18:02:00Z</dcterms:created>
  <dcterms:modified xsi:type="dcterms:W3CDTF">2020-02-17T17:33:00Z</dcterms:modified>
</cp:coreProperties>
</file>